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5E45B" w14:textId="77777777" w:rsidR="00703716" w:rsidRPr="00223127" w:rsidRDefault="00703716" w:rsidP="00703716">
      <w:pPr>
        <w:spacing w:before="37"/>
        <w:ind w:right="1324"/>
        <w:jc w:val="right"/>
      </w:pPr>
      <w:r w:rsidRPr="00223127">
        <w:t>ALLEGATO</w:t>
      </w:r>
      <w:r w:rsidRPr="00223127">
        <w:rPr>
          <w:spacing w:val="-3"/>
        </w:rPr>
        <w:t xml:space="preserve"> </w:t>
      </w:r>
      <w:r w:rsidRPr="00223127">
        <w:t>3</w:t>
      </w:r>
    </w:p>
    <w:p w14:paraId="32766FB2" w14:textId="77777777" w:rsidR="00703716" w:rsidRPr="00223127" w:rsidRDefault="00703716" w:rsidP="00703716">
      <w:pPr>
        <w:spacing w:before="8"/>
        <w:rPr>
          <w:sz w:val="19"/>
        </w:rPr>
      </w:pPr>
    </w:p>
    <w:p w14:paraId="04A7C43A" w14:textId="77777777" w:rsidR="00703716" w:rsidRPr="00223127" w:rsidRDefault="00703716" w:rsidP="00703716">
      <w:pPr>
        <w:pStyle w:val="Corpotesto"/>
        <w:ind w:left="212"/>
      </w:pPr>
      <w:r w:rsidRPr="00223127">
        <w:t>Modulo</w:t>
      </w:r>
      <w:r w:rsidRPr="00223127">
        <w:rPr>
          <w:spacing w:val="-3"/>
        </w:rPr>
        <w:t xml:space="preserve"> </w:t>
      </w:r>
      <w:r w:rsidRPr="00223127">
        <w:t>per</w:t>
      </w:r>
      <w:r w:rsidRPr="00223127">
        <w:rPr>
          <w:spacing w:val="-2"/>
        </w:rPr>
        <w:t xml:space="preserve"> </w:t>
      </w:r>
      <w:r w:rsidRPr="00223127">
        <w:t>la</w:t>
      </w:r>
      <w:r w:rsidRPr="00223127">
        <w:rPr>
          <w:spacing w:val="-2"/>
        </w:rPr>
        <w:t xml:space="preserve"> </w:t>
      </w:r>
      <w:r w:rsidRPr="00223127">
        <w:t>presentazione</w:t>
      </w:r>
      <w:r w:rsidRPr="00223127">
        <w:rPr>
          <w:spacing w:val="-3"/>
        </w:rPr>
        <w:t xml:space="preserve"> </w:t>
      </w:r>
      <w:r w:rsidRPr="00223127">
        <w:t>della</w:t>
      </w:r>
      <w:r w:rsidRPr="00223127">
        <w:rPr>
          <w:spacing w:val="-3"/>
        </w:rPr>
        <w:t xml:space="preserve"> </w:t>
      </w:r>
      <w:r w:rsidRPr="00223127">
        <w:t>lista</w:t>
      </w:r>
      <w:r w:rsidRPr="00223127">
        <w:rPr>
          <w:spacing w:val="-4"/>
        </w:rPr>
        <w:t xml:space="preserve"> </w:t>
      </w:r>
      <w:r w:rsidRPr="00223127">
        <w:t>con</w:t>
      </w:r>
      <w:r w:rsidRPr="00223127">
        <w:rPr>
          <w:spacing w:val="-3"/>
        </w:rPr>
        <w:t xml:space="preserve"> </w:t>
      </w:r>
      <w:r w:rsidRPr="00223127">
        <w:t>elenco</w:t>
      </w:r>
      <w:r w:rsidRPr="00223127">
        <w:rPr>
          <w:spacing w:val="-3"/>
        </w:rPr>
        <w:t xml:space="preserve"> </w:t>
      </w:r>
      <w:r w:rsidRPr="00223127">
        <w:t>dei</w:t>
      </w:r>
      <w:r w:rsidRPr="00223127">
        <w:rPr>
          <w:spacing w:val="-2"/>
        </w:rPr>
        <w:t xml:space="preserve"> </w:t>
      </w:r>
      <w:r w:rsidRPr="00223127">
        <w:t>candidati</w:t>
      </w:r>
      <w:r w:rsidRPr="00223127">
        <w:rPr>
          <w:spacing w:val="45"/>
        </w:rPr>
        <w:t xml:space="preserve"> </w:t>
      </w:r>
      <w:r w:rsidRPr="00223127">
        <w:t>e</w:t>
      </w:r>
      <w:r w:rsidRPr="00223127">
        <w:rPr>
          <w:spacing w:val="-3"/>
        </w:rPr>
        <w:t xml:space="preserve"> </w:t>
      </w:r>
      <w:r w:rsidRPr="00223127">
        <w:t>dei</w:t>
      </w:r>
      <w:r w:rsidRPr="00223127">
        <w:rPr>
          <w:spacing w:val="-1"/>
        </w:rPr>
        <w:t xml:space="preserve"> </w:t>
      </w:r>
      <w:r w:rsidRPr="00223127">
        <w:t>firmatari</w:t>
      </w:r>
      <w:r w:rsidRPr="00223127">
        <w:rPr>
          <w:spacing w:val="-2"/>
        </w:rPr>
        <w:t xml:space="preserve"> </w:t>
      </w:r>
      <w:r w:rsidRPr="00223127">
        <w:t>(articolo</w:t>
      </w:r>
      <w:r w:rsidRPr="00223127">
        <w:rPr>
          <w:spacing w:val="-3"/>
        </w:rPr>
        <w:t xml:space="preserve"> </w:t>
      </w:r>
      <w:r w:rsidRPr="00223127">
        <w:t>24</w:t>
      </w:r>
      <w:r w:rsidRPr="00223127">
        <w:rPr>
          <w:spacing w:val="-2"/>
        </w:rPr>
        <w:t xml:space="preserve"> </w:t>
      </w:r>
      <w:r w:rsidRPr="00223127">
        <w:t>OM)</w:t>
      </w:r>
    </w:p>
    <w:p w14:paraId="331FA044" w14:textId="77777777" w:rsidR="00703716" w:rsidRPr="00223127" w:rsidRDefault="00703716" w:rsidP="00703716">
      <w:pPr>
        <w:spacing w:before="8"/>
        <w:rPr>
          <w:b/>
          <w:sz w:val="19"/>
        </w:rPr>
      </w:pPr>
    </w:p>
    <w:p w14:paraId="5F541736" w14:textId="77777777" w:rsidR="00703716" w:rsidRPr="00223127" w:rsidRDefault="00703716" w:rsidP="00703716">
      <w:pPr>
        <w:spacing w:before="1"/>
        <w:ind w:left="6394"/>
      </w:pPr>
      <w:r w:rsidRPr="00223127">
        <w:t>Alla</w:t>
      </w:r>
      <w:r w:rsidRPr="00223127">
        <w:rPr>
          <w:spacing w:val="-3"/>
        </w:rPr>
        <w:t xml:space="preserve"> </w:t>
      </w:r>
      <w:r w:rsidRPr="00223127">
        <w:t>Commissione</w:t>
      </w:r>
      <w:r w:rsidRPr="00223127">
        <w:rPr>
          <w:spacing w:val="-1"/>
        </w:rPr>
        <w:t xml:space="preserve"> </w:t>
      </w:r>
      <w:r w:rsidRPr="00223127">
        <w:t>elettorale</w:t>
      </w:r>
      <w:r w:rsidRPr="00223127">
        <w:rPr>
          <w:spacing w:val="-1"/>
        </w:rPr>
        <w:t xml:space="preserve"> </w:t>
      </w:r>
      <w:r w:rsidRPr="00223127">
        <w:t>centrale</w:t>
      </w:r>
    </w:p>
    <w:p w14:paraId="380B4989" w14:textId="77777777" w:rsidR="00703716" w:rsidRPr="00223127" w:rsidRDefault="00703716" w:rsidP="00703716"/>
    <w:p w14:paraId="35B6D401" w14:textId="77777777" w:rsidR="00703716" w:rsidRPr="00223127" w:rsidRDefault="00703716" w:rsidP="00703716">
      <w:pPr>
        <w:spacing w:before="7"/>
        <w:rPr>
          <w:sz w:val="17"/>
        </w:rPr>
      </w:pPr>
    </w:p>
    <w:p w14:paraId="41EFE9FA" w14:textId="77777777" w:rsidR="00703716" w:rsidRPr="00223127" w:rsidRDefault="00703716" w:rsidP="00703716">
      <w:pPr>
        <w:pStyle w:val="Titolo"/>
      </w:pPr>
      <w:r w:rsidRPr="00223127">
        <w:t>Presentazione</w:t>
      </w:r>
      <w:r w:rsidRPr="00223127">
        <w:rPr>
          <w:spacing w:val="-5"/>
        </w:rPr>
        <w:t xml:space="preserve"> </w:t>
      </w:r>
      <w:r w:rsidRPr="00223127">
        <w:t>della</w:t>
      </w:r>
      <w:r w:rsidRPr="00223127">
        <w:rPr>
          <w:spacing w:val="-3"/>
        </w:rPr>
        <w:t xml:space="preserve"> </w:t>
      </w:r>
      <w:r w:rsidRPr="00223127">
        <w:t>lista</w:t>
      </w:r>
    </w:p>
    <w:p w14:paraId="2BEFFDD4" w14:textId="77777777" w:rsidR="00703716" w:rsidRPr="00223127" w:rsidRDefault="00703716" w:rsidP="00703716">
      <w:pPr>
        <w:rPr>
          <w:sz w:val="20"/>
        </w:rPr>
      </w:pPr>
    </w:p>
    <w:p w14:paraId="07AC49A7" w14:textId="77777777" w:rsidR="00703716" w:rsidRPr="00223127" w:rsidRDefault="00703716" w:rsidP="00703716">
      <w:pPr>
        <w:spacing w:before="3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223127" w:rsidRPr="00223127" w14:paraId="7852FB43" w14:textId="77777777" w:rsidTr="00201AF4">
        <w:trPr>
          <w:trHeight w:val="268"/>
        </w:trPr>
        <w:tc>
          <w:tcPr>
            <w:tcW w:w="4890" w:type="dxa"/>
          </w:tcPr>
          <w:p w14:paraId="77923600" w14:textId="77777777" w:rsidR="00703716" w:rsidRPr="00223127" w:rsidRDefault="00703716" w:rsidP="00201AF4">
            <w:pPr>
              <w:pStyle w:val="TableParagraph"/>
              <w:spacing w:line="249" w:lineRule="exact"/>
              <w:ind w:left="107"/>
            </w:pPr>
            <w:r w:rsidRPr="00223127">
              <w:t>MOTTO</w:t>
            </w:r>
          </w:p>
        </w:tc>
        <w:tc>
          <w:tcPr>
            <w:tcW w:w="4890" w:type="dxa"/>
          </w:tcPr>
          <w:p w14:paraId="3F2E8FE4" w14:textId="77777777" w:rsidR="00703716" w:rsidRPr="00223127" w:rsidRDefault="00703716" w:rsidP="00201AF4">
            <w:pPr>
              <w:pStyle w:val="TableParagraph"/>
              <w:spacing w:line="249" w:lineRule="exact"/>
              <w:ind w:left="110"/>
            </w:pPr>
            <w:r w:rsidRPr="00223127">
              <w:t>COMPONENTE</w:t>
            </w:r>
            <w:r w:rsidRPr="00223127">
              <w:rPr>
                <w:spacing w:val="-6"/>
              </w:rPr>
              <w:t xml:space="preserve"> </w:t>
            </w:r>
            <w:r w:rsidRPr="00223127">
              <w:t>ELETTIVA</w:t>
            </w:r>
          </w:p>
        </w:tc>
      </w:tr>
      <w:tr w:rsidR="00703716" w:rsidRPr="00223127" w14:paraId="458F736A" w14:textId="77777777" w:rsidTr="00201AF4">
        <w:trPr>
          <w:trHeight w:val="268"/>
        </w:trPr>
        <w:tc>
          <w:tcPr>
            <w:tcW w:w="4890" w:type="dxa"/>
          </w:tcPr>
          <w:p w14:paraId="227E2696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90" w:type="dxa"/>
          </w:tcPr>
          <w:p w14:paraId="5C9B1C09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B4B83CC" w14:textId="77777777" w:rsidR="00703716" w:rsidRPr="00223127" w:rsidRDefault="00703716" w:rsidP="00703716">
      <w:pPr>
        <w:rPr>
          <w:sz w:val="20"/>
        </w:rPr>
      </w:pPr>
    </w:p>
    <w:p w14:paraId="0B0BFE3B" w14:textId="77777777" w:rsidR="00703716" w:rsidRPr="00223127" w:rsidRDefault="00703716" w:rsidP="00703716">
      <w:pPr>
        <w:rPr>
          <w:sz w:val="17"/>
        </w:rPr>
      </w:pPr>
    </w:p>
    <w:p w14:paraId="6624DE18" w14:textId="77777777" w:rsidR="00703716" w:rsidRPr="00223127" w:rsidRDefault="00703716" w:rsidP="00703716">
      <w:pPr>
        <w:spacing w:before="56"/>
        <w:ind w:left="2258" w:right="3389"/>
        <w:jc w:val="center"/>
      </w:pPr>
      <w:r w:rsidRPr="00223127">
        <w:t>CANDIDATI</w:t>
      </w:r>
    </w:p>
    <w:p w14:paraId="2F69358E" w14:textId="77777777" w:rsidR="00703716" w:rsidRPr="00223127" w:rsidRDefault="00703716" w:rsidP="00703716">
      <w:pPr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751"/>
        <w:gridCol w:w="1414"/>
        <w:gridCol w:w="2529"/>
        <w:gridCol w:w="1701"/>
        <w:gridCol w:w="1412"/>
      </w:tblGrid>
      <w:tr w:rsidR="00223127" w:rsidRPr="00223127" w14:paraId="506567B9" w14:textId="77777777" w:rsidTr="007018C4">
        <w:trPr>
          <w:trHeight w:val="1855"/>
        </w:trPr>
        <w:tc>
          <w:tcPr>
            <w:tcW w:w="854" w:type="dxa"/>
          </w:tcPr>
          <w:p w14:paraId="4CA4ACDD" w14:textId="77777777" w:rsidR="00703716" w:rsidRPr="00223127" w:rsidRDefault="00703716" w:rsidP="00201A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1" w:type="dxa"/>
          </w:tcPr>
          <w:p w14:paraId="64887851" w14:textId="77777777" w:rsidR="00703716" w:rsidRPr="00223127" w:rsidRDefault="00703716" w:rsidP="00201AF4">
            <w:pPr>
              <w:pStyle w:val="TableParagraph"/>
              <w:ind w:left="107" w:right="198" w:firstLine="151"/>
            </w:pPr>
            <w:r w:rsidRPr="00223127">
              <w:t>NOME</w:t>
            </w:r>
            <w:r w:rsidRPr="00223127">
              <w:rPr>
                <w:spacing w:val="1"/>
              </w:rPr>
              <w:t xml:space="preserve"> </w:t>
            </w:r>
            <w:r w:rsidRPr="00223127">
              <w:t>E</w:t>
            </w:r>
            <w:r w:rsidRPr="00223127">
              <w:rPr>
                <w:spacing w:val="-47"/>
              </w:rPr>
              <w:t xml:space="preserve"> </w:t>
            </w:r>
            <w:r w:rsidRPr="00223127">
              <w:t>COGNOME</w:t>
            </w:r>
          </w:p>
        </w:tc>
        <w:tc>
          <w:tcPr>
            <w:tcW w:w="1414" w:type="dxa"/>
          </w:tcPr>
          <w:p w14:paraId="627CBA0E" w14:textId="77777777" w:rsidR="00703716" w:rsidRPr="00223127" w:rsidRDefault="00703716" w:rsidP="00201AF4">
            <w:pPr>
              <w:pStyle w:val="TableParagraph"/>
              <w:ind w:left="107" w:right="114"/>
            </w:pPr>
            <w:r w:rsidRPr="00223127">
              <w:rPr>
                <w:spacing w:val="-1"/>
              </w:rPr>
              <w:t xml:space="preserve">LUOGO </w:t>
            </w:r>
            <w:r w:rsidRPr="00223127">
              <w:t>E</w:t>
            </w:r>
            <w:r w:rsidRPr="00223127">
              <w:rPr>
                <w:spacing w:val="-47"/>
              </w:rPr>
              <w:t xml:space="preserve"> </w:t>
            </w:r>
            <w:r w:rsidRPr="00223127">
              <w:t>DATA DI</w:t>
            </w:r>
            <w:r w:rsidRPr="00223127">
              <w:rPr>
                <w:spacing w:val="1"/>
              </w:rPr>
              <w:t xml:space="preserve"> </w:t>
            </w:r>
            <w:r w:rsidRPr="00223127">
              <w:t>NASCITA</w:t>
            </w:r>
          </w:p>
        </w:tc>
        <w:tc>
          <w:tcPr>
            <w:tcW w:w="2529" w:type="dxa"/>
          </w:tcPr>
          <w:p w14:paraId="65FA83E0" w14:textId="77777777" w:rsidR="00703716" w:rsidRPr="00223127" w:rsidRDefault="00703716" w:rsidP="00201AF4">
            <w:pPr>
              <w:pStyle w:val="TableParagraph"/>
              <w:spacing w:line="265" w:lineRule="exact"/>
              <w:ind w:left="107"/>
            </w:pPr>
            <w:r w:rsidRPr="00223127">
              <w:t>DOCUMENTO</w:t>
            </w:r>
          </w:p>
          <w:p w14:paraId="21A3197D" w14:textId="3812388A" w:rsidR="00703716" w:rsidRPr="00223127" w:rsidRDefault="00703716" w:rsidP="007018C4">
            <w:pPr>
              <w:pStyle w:val="TableParagraph"/>
              <w:ind w:left="107" w:right="182"/>
            </w:pPr>
            <w:r w:rsidRPr="00223127">
              <w:t>(</w:t>
            </w:r>
            <w:proofErr w:type="spellStart"/>
            <w:r w:rsidRPr="00223127">
              <w:t>si</w:t>
            </w:r>
            <w:proofErr w:type="spellEnd"/>
            <w:r w:rsidRPr="00223127">
              <w:t xml:space="preserve"> </w:t>
            </w:r>
            <w:proofErr w:type="spellStart"/>
            <w:r w:rsidRPr="00223127">
              <w:t>allega</w:t>
            </w:r>
            <w:proofErr w:type="spellEnd"/>
            <w:r w:rsidRPr="00223127">
              <w:rPr>
                <w:spacing w:val="1"/>
              </w:rPr>
              <w:t xml:space="preserve"> </w:t>
            </w:r>
            <w:proofErr w:type="spellStart"/>
            <w:r w:rsidRPr="00223127">
              <w:t>copia</w:t>
            </w:r>
            <w:proofErr w:type="spellEnd"/>
            <w:r w:rsidRPr="00223127">
              <w:t xml:space="preserve"> di</w:t>
            </w:r>
            <w:r w:rsidRPr="00223127">
              <w:rPr>
                <w:spacing w:val="1"/>
              </w:rPr>
              <w:t xml:space="preserve"> </w:t>
            </w:r>
            <w:proofErr w:type="spellStart"/>
            <w:r w:rsidRPr="00223127">
              <w:t>documento</w:t>
            </w:r>
            <w:proofErr w:type="spellEnd"/>
            <w:r w:rsidRPr="00223127">
              <w:rPr>
                <w:spacing w:val="1"/>
              </w:rPr>
              <w:t xml:space="preserve"> </w:t>
            </w:r>
            <w:r w:rsidRPr="00223127">
              <w:t xml:space="preserve">di </w:t>
            </w:r>
            <w:proofErr w:type="spellStart"/>
            <w:r w:rsidRPr="00223127">
              <w:t>identità</w:t>
            </w:r>
            <w:proofErr w:type="spellEnd"/>
            <w:r w:rsidRPr="00223127">
              <w:t xml:space="preserve"> in</w:t>
            </w:r>
            <w:r w:rsidRPr="00223127">
              <w:rPr>
                <w:spacing w:val="-47"/>
              </w:rPr>
              <w:t xml:space="preserve"> </w:t>
            </w:r>
            <w:r w:rsidR="007018C4" w:rsidRPr="00223127">
              <w:rPr>
                <w:spacing w:val="-47"/>
              </w:rPr>
              <w:t xml:space="preserve">                 </w:t>
            </w:r>
            <w:proofErr w:type="spellStart"/>
            <w:r w:rsidRPr="00223127">
              <w:t>corso</w:t>
            </w:r>
            <w:proofErr w:type="spellEnd"/>
            <w:r w:rsidRPr="00223127">
              <w:t xml:space="preserve"> di</w:t>
            </w:r>
            <w:r w:rsidR="007018C4" w:rsidRPr="00223127">
              <w:t xml:space="preserve"> </w:t>
            </w:r>
            <w:proofErr w:type="spellStart"/>
            <w:r w:rsidRPr="00223127">
              <w:t>validità</w:t>
            </w:r>
            <w:proofErr w:type="spellEnd"/>
            <w:r w:rsidRPr="00223127">
              <w:t>)</w:t>
            </w:r>
          </w:p>
        </w:tc>
        <w:tc>
          <w:tcPr>
            <w:tcW w:w="1701" w:type="dxa"/>
          </w:tcPr>
          <w:p w14:paraId="09159965" w14:textId="77777777" w:rsidR="00703716" w:rsidRPr="00223127" w:rsidRDefault="00703716" w:rsidP="00201AF4">
            <w:pPr>
              <w:pStyle w:val="TableParagraph"/>
              <w:ind w:left="109" w:right="79"/>
            </w:pPr>
            <w:r w:rsidRPr="00223127">
              <w:t>QUALIFICA</w:t>
            </w:r>
            <w:r w:rsidRPr="00223127">
              <w:rPr>
                <w:spacing w:val="1"/>
              </w:rPr>
              <w:t xml:space="preserve"> </w:t>
            </w:r>
            <w:r w:rsidRPr="00223127">
              <w:t>PROFESSIONALE</w:t>
            </w:r>
          </w:p>
        </w:tc>
        <w:tc>
          <w:tcPr>
            <w:tcW w:w="1412" w:type="dxa"/>
          </w:tcPr>
          <w:p w14:paraId="1CAA6806" w14:textId="77777777" w:rsidR="00703716" w:rsidRPr="00223127" w:rsidRDefault="00703716" w:rsidP="00201AF4">
            <w:pPr>
              <w:pStyle w:val="TableParagraph"/>
              <w:ind w:left="107" w:right="180"/>
            </w:pPr>
            <w:r w:rsidRPr="00223127">
              <w:t>SEDE DI</w:t>
            </w:r>
            <w:r w:rsidRPr="00223127">
              <w:rPr>
                <w:spacing w:val="1"/>
              </w:rPr>
              <w:t xml:space="preserve"> </w:t>
            </w:r>
            <w:r w:rsidRPr="00223127">
              <w:t>SERVIZIO</w:t>
            </w:r>
          </w:p>
        </w:tc>
      </w:tr>
      <w:tr w:rsidR="00223127" w:rsidRPr="00223127" w14:paraId="375C9ED4" w14:textId="77777777" w:rsidTr="007018C4">
        <w:trPr>
          <w:trHeight w:val="264"/>
        </w:trPr>
        <w:tc>
          <w:tcPr>
            <w:tcW w:w="854" w:type="dxa"/>
          </w:tcPr>
          <w:p w14:paraId="5D49113A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1</w:t>
            </w:r>
          </w:p>
        </w:tc>
        <w:tc>
          <w:tcPr>
            <w:tcW w:w="1751" w:type="dxa"/>
          </w:tcPr>
          <w:p w14:paraId="5726C2EC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0510C44F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6F47C5BD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2F79E8F5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72EADE3C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14:paraId="1FE4088B" w14:textId="77777777" w:rsidTr="007018C4">
        <w:trPr>
          <w:trHeight w:val="266"/>
        </w:trPr>
        <w:tc>
          <w:tcPr>
            <w:tcW w:w="854" w:type="dxa"/>
          </w:tcPr>
          <w:p w14:paraId="77460EBE" w14:textId="77777777" w:rsidR="00703716" w:rsidRPr="00223127" w:rsidRDefault="00703716" w:rsidP="00201AF4">
            <w:pPr>
              <w:pStyle w:val="TableParagraph"/>
              <w:spacing w:line="251" w:lineRule="exact"/>
              <w:ind w:left="107"/>
            </w:pPr>
            <w:r w:rsidRPr="00223127">
              <w:t>2</w:t>
            </w:r>
          </w:p>
        </w:tc>
        <w:tc>
          <w:tcPr>
            <w:tcW w:w="1751" w:type="dxa"/>
          </w:tcPr>
          <w:p w14:paraId="55B08629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4" w:type="dxa"/>
          </w:tcPr>
          <w:p w14:paraId="7017A58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9" w:type="dxa"/>
          </w:tcPr>
          <w:p w14:paraId="56368662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04CE4322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14:paraId="77F2278B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3127" w:rsidRPr="00223127" w14:paraId="6C5AD92B" w14:textId="77777777" w:rsidTr="007018C4">
        <w:trPr>
          <w:trHeight w:val="264"/>
        </w:trPr>
        <w:tc>
          <w:tcPr>
            <w:tcW w:w="854" w:type="dxa"/>
          </w:tcPr>
          <w:p w14:paraId="0A287884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3</w:t>
            </w:r>
          </w:p>
        </w:tc>
        <w:tc>
          <w:tcPr>
            <w:tcW w:w="1751" w:type="dxa"/>
          </w:tcPr>
          <w:p w14:paraId="4DA42663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2D6173E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0EA8AA95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77A4D00C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08CE45DD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14:paraId="7575DB6C" w14:textId="77777777" w:rsidTr="007018C4">
        <w:trPr>
          <w:trHeight w:val="264"/>
        </w:trPr>
        <w:tc>
          <w:tcPr>
            <w:tcW w:w="854" w:type="dxa"/>
          </w:tcPr>
          <w:p w14:paraId="744A3510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4</w:t>
            </w:r>
          </w:p>
        </w:tc>
        <w:tc>
          <w:tcPr>
            <w:tcW w:w="1751" w:type="dxa"/>
          </w:tcPr>
          <w:p w14:paraId="5DE29D1F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59B2A745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35C7E952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514EADCE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526E8875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14:paraId="79AC8159" w14:textId="77777777" w:rsidTr="007018C4">
        <w:trPr>
          <w:trHeight w:val="264"/>
        </w:trPr>
        <w:tc>
          <w:tcPr>
            <w:tcW w:w="854" w:type="dxa"/>
          </w:tcPr>
          <w:p w14:paraId="456FC628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5</w:t>
            </w:r>
          </w:p>
        </w:tc>
        <w:tc>
          <w:tcPr>
            <w:tcW w:w="1751" w:type="dxa"/>
          </w:tcPr>
          <w:p w14:paraId="6C11B330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7E141D4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64B48C9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7D82DF5C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20BFD073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03716" w:rsidRPr="00223127" w14:paraId="66F7BCCD" w14:textId="77777777" w:rsidTr="007018C4">
        <w:trPr>
          <w:trHeight w:val="264"/>
        </w:trPr>
        <w:tc>
          <w:tcPr>
            <w:tcW w:w="854" w:type="dxa"/>
          </w:tcPr>
          <w:p w14:paraId="69EB2EA9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6</w:t>
            </w:r>
          </w:p>
        </w:tc>
        <w:tc>
          <w:tcPr>
            <w:tcW w:w="1751" w:type="dxa"/>
          </w:tcPr>
          <w:p w14:paraId="7E6A08FE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44E8054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141FBC08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207D31B6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7DE8CC6F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12F5B0" w14:textId="77777777" w:rsidR="00703716" w:rsidRPr="00223127" w:rsidRDefault="00703716" w:rsidP="00703716"/>
    <w:p w14:paraId="77684C62" w14:textId="77777777" w:rsidR="00703716" w:rsidRPr="00223127" w:rsidRDefault="00703716" w:rsidP="00703716"/>
    <w:p w14:paraId="77473792" w14:textId="77777777" w:rsidR="00703716" w:rsidRPr="00223127" w:rsidRDefault="00703716" w:rsidP="00703716">
      <w:r w:rsidRPr="00223127">
        <w:t>RACCOLTA FIRME DI PRESENTAZIONE DELLA LISTA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0"/>
        <w:gridCol w:w="1673"/>
        <w:gridCol w:w="1619"/>
        <w:gridCol w:w="2318"/>
        <w:gridCol w:w="1676"/>
        <w:gridCol w:w="1700"/>
      </w:tblGrid>
      <w:tr w:rsidR="00223127" w:rsidRPr="00223127" w14:paraId="72319B28" w14:textId="77777777" w:rsidTr="007018C4">
        <w:trPr>
          <w:trHeight w:val="503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BD281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75915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 xml:space="preserve">   </w:t>
            </w:r>
            <w:proofErr w:type="gramStart"/>
            <w:r w:rsidRPr="00223127">
              <w:t>NOME  E</w:t>
            </w:r>
            <w:proofErr w:type="gramEnd"/>
            <w:r w:rsidRPr="00223127">
              <w:t xml:space="preserve"> COGNOME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59A3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LUOGO E DATA DI NASCITA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BF58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DOCUMENTO (si allega copia di documento di identità in corso di validità)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79FF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QUALIFICA PROFESSIONALE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1FC1D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SEDE DI SERVIZIO</w:t>
            </w:r>
          </w:p>
        </w:tc>
      </w:tr>
      <w:tr w:rsidR="00223127" w:rsidRPr="00223127" w14:paraId="599DC8CA" w14:textId="77777777" w:rsidTr="007018C4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3754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7DA3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5B440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D384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47BE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273B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14:paraId="07F13925" w14:textId="77777777" w:rsidTr="007018C4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CDCBB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A242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9C43F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91E8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C5623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142EC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14:paraId="371087DC" w14:textId="77777777" w:rsidTr="007018C4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F903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3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2C741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2AFF3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4E4FC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3F2E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1CB49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14:paraId="0575537F" w14:textId="77777777" w:rsidTr="007018C4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8E2AF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D0C4B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D8658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7A36E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5750D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82F25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14:paraId="40D5297F" w14:textId="77777777" w:rsidTr="007018C4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0D355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5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80D16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B0172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372EB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C688D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3D87E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703716" w:rsidRPr="00223127" w14:paraId="5496ABAA" w14:textId="77777777" w:rsidTr="007018C4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5D12A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6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624E8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9A4B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60A0F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CC0FC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44DBA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</w:tbl>
    <w:p w14:paraId="33448375" w14:textId="77777777" w:rsidR="00703716" w:rsidRPr="00223127" w:rsidRDefault="00703716" w:rsidP="00703716">
      <w:pPr>
        <w:jc w:val="both"/>
        <w:rPr>
          <w:rFonts w:ascii="Arial" w:hAnsi="Arial" w:cs="Arial"/>
          <w:sz w:val="24"/>
          <w:szCs w:val="24"/>
        </w:rPr>
      </w:pPr>
    </w:p>
    <w:p w14:paraId="1AFA0823" w14:textId="77777777" w:rsidR="00B342F2" w:rsidRPr="00223127" w:rsidRDefault="00B342F2" w:rsidP="00B342F2">
      <w:pPr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Ai sensi dell’art. 13 del Regolamento (UE) 2016/679 il Ministero dell’Istruzione e del Merito desidera, con la presente informativa, </w:t>
      </w:r>
      <w:proofErr w:type="spellStart"/>
      <w:r w:rsidRPr="00223127">
        <w:rPr>
          <w:rFonts w:ascii="Arial" w:hAnsi="Arial" w:cs="Arial"/>
          <w:sz w:val="24"/>
          <w:szCs w:val="24"/>
        </w:rPr>
        <w:t>fornirLe</w:t>
      </w:r>
      <w:proofErr w:type="spellEnd"/>
      <w:r w:rsidRPr="00223127">
        <w:rPr>
          <w:rFonts w:ascii="Arial" w:hAnsi="Arial" w:cs="Arial"/>
          <w:sz w:val="24"/>
          <w:szCs w:val="24"/>
        </w:rPr>
        <w:t xml:space="preserve"> informazioni circa il trattamento dei dati personali che La riguardano:</w:t>
      </w:r>
    </w:p>
    <w:p w14:paraId="0516FA0A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i/>
          <w:iCs/>
          <w:color w:val="auto"/>
        </w:rPr>
      </w:pPr>
      <w:r w:rsidRPr="00223127">
        <w:rPr>
          <w:rFonts w:ascii="Arial" w:hAnsi="Arial" w:cs="Arial"/>
          <w:color w:val="auto"/>
        </w:rPr>
        <w:t>Il Titolare del trattamento dei dati è il Ministero dell’istruzione e del merito con sede in Roma presso Viale di Trastevere, n. 76/a, 00153 Roma, Direzione generale per gli ordinamenti scolastici, la valutazione e l’internazionalizzazione del sistema nazionale di istruzione, al quale ci si potrà rivolgere per esercitare i diritti degli interessati, al seguente recapito:</w:t>
      </w:r>
      <w:r w:rsidRPr="00223127">
        <w:rPr>
          <w:color w:val="auto"/>
        </w:rPr>
        <w:t xml:space="preserve"> </w:t>
      </w:r>
      <w:hyperlink r:id="rId5" w:history="1">
        <w:r w:rsidRPr="00223127">
          <w:rPr>
            <w:rStyle w:val="Collegamentoipertestuale"/>
            <w:color w:val="auto"/>
          </w:rPr>
          <w:t>elezionicspi@postacert.istruzione.it</w:t>
        </w:r>
      </w:hyperlink>
      <w:r w:rsidRPr="00223127">
        <w:rPr>
          <w:rFonts w:ascii="Arial" w:hAnsi="Arial" w:cs="Arial"/>
          <w:i/>
          <w:iCs/>
          <w:color w:val="auto"/>
        </w:rPr>
        <w:t xml:space="preserve"> </w:t>
      </w:r>
    </w:p>
    <w:p w14:paraId="5D830482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 xml:space="preserve">Il Responsabile della Protezione dei Dati (RPD/DPO) del Ministero dell’istruzione e del merito è raggiungibile al seguente indirizzo e-mail: </w:t>
      </w:r>
      <w:hyperlink r:id="rId6" w:history="1">
        <w:r w:rsidRPr="00223127">
          <w:rPr>
            <w:rFonts w:ascii="Arial" w:hAnsi="Arial" w:cs="Arial"/>
            <w:color w:val="auto"/>
          </w:rPr>
          <w:t>rpd@istruzione.it</w:t>
        </w:r>
      </w:hyperlink>
    </w:p>
    <w:p w14:paraId="0650D5E2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lastRenderedPageBreak/>
        <w:t>Il 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6629ECBB" w14:textId="59FE7D75"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spacing w:before="139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Il Ministero dell’Istruzione e del Merito tratterà i suoi dati personali unicamente per finalità strettamente connesse e necessarie all’espletamento delle attività finalizzate allo svolgimento delle elezioni, alla designazione e alla nomina dei componenti del Consiglio Superiore della Pubblica Istruzione ai sensi dell’articolo 2, comma 9, del decreto legislativo n. 233 del 1999 e dell’Ordinanza Ministeriale </w:t>
      </w:r>
      <w:r w:rsidR="00223127" w:rsidRPr="00223127">
        <w:rPr>
          <w:rFonts w:ascii="Arial" w:hAnsi="Arial" w:cs="Arial"/>
          <w:sz w:val="24"/>
          <w:szCs w:val="24"/>
        </w:rPr>
        <w:t>n. 234/2023</w:t>
      </w:r>
      <w:r w:rsidRPr="00223127">
        <w:rPr>
          <w:rFonts w:ascii="Arial" w:hAnsi="Arial" w:cs="Arial"/>
          <w:sz w:val="24"/>
          <w:szCs w:val="24"/>
        </w:rPr>
        <w:t>.</w:t>
      </w:r>
    </w:p>
    <w:p w14:paraId="716BB386" w14:textId="77777777"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La base giuridica del trattamento è individuata nell'adempimento di un obbligo legale al quale è soggetto il Titolare del trattamento, nonché nell’esecuzione dei compiti di interesse pubblico o connessi all'esercizio di pubblici poteri di cui è investito il Titolare del trattamento, ai sensi dell’art. 6 par. 1, lett. c) ed </w:t>
      </w:r>
      <w:proofErr w:type="gramStart"/>
      <w:r w:rsidRPr="00223127">
        <w:rPr>
          <w:rFonts w:ascii="Arial" w:hAnsi="Arial" w:cs="Arial"/>
          <w:sz w:val="24"/>
          <w:szCs w:val="24"/>
        </w:rPr>
        <w:t>e</w:t>
      </w:r>
      <w:proofErr w:type="gramEnd"/>
      <w:r w:rsidRPr="00223127">
        <w:rPr>
          <w:rFonts w:ascii="Arial" w:hAnsi="Arial" w:cs="Arial"/>
          <w:sz w:val="24"/>
          <w:szCs w:val="24"/>
        </w:rPr>
        <w:t xml:space="preserve">) del Regolamento UE 679/2016. </w:t>
      </w:r>
    </w:p>
    <w:p w14:paraId="4BD3039B" w14:textId="77777777"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Il conferimento dei suoi dati personali è necessario per la presentazione della lista dei candidati della componente elettiva del Consiglio Superiore della Pubblica Istruzione. </w:t>
      </w:r>
    </w:p>
    <w:p w14:paraId="793E28BF" w14:textId="77777777" w:rsidR="00B342F2" w:rsidRPr="00223127" w:rsidRDefault="00B342F2" w:rsidP="00B342F2">
      <w:pPr>
        <w:pStyle w:val="Paragrafoelenco"/>
        <w:widowControl/>
        <w:suppressAutoHyphens/>
        <w:autoSpaceDE/>
        <w:ind w:left="72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Il mancato, parziale o inesatto conferimento dei dati comporta, quindi, l’impossibilità di partecipare all’elezione. In ogni caso saranno trattati esclusivamente i dati pertinenti con le finalità e non eccedenti nel rispetto del principio di minimizzazione previsto dal GDPR.</w:t>
      </w:r>
    </w:p>
    <w:p w14:paraId="60AE269D" w14:textId="0BBFAFE5" w:rsidR="00B342F2" w:rsidRPr="00223127" w:rsidRDefault="00B342F2" w:rsidP="00B342F2">
      <w:pPr>
        <w:pStyle w:val="Comma"/>
        <w:numPr>
          <w:ilvl w:val="0"/>
          <w:numId w:val="5"/>
        </w:numPr>
        <w:autoSpaceDN/>
        <w:spacing w:after="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I dati personali, acquisiti tramite le modalità di cui all’art.26 dell’O.M.</w:t>
      </w:r>
      <w:r w:rsidR="00223127" w:rsidRPr="00223127">
        <w:rPr>
          <w:rFonts w:ascii="Arial" w:hAnsi="Arial" w:cs="Arial"/>
          <w:sz w:val="24"/>
          <w:szCs w:val="24"/>
        </w:rPr>
        <w:t xml:space="preserve"> n. 234/2023</w:t>
      </w:r>
      <w:r w:rsidRPr="00223127">
        <w:rPr>
          <w:rFonts w:ascii="Arial" w:hAnsi="Arial" w:cs="Arial"/>
          <w:sz w:val="24"/>
          <w:szCs w:val="24"/>
        </w:rPr>
        <w:t xml:space="preserve">, verranno successivamente trattati con modalità elettroniche e cartacee e saranno conservati per il periodo di tempo necessario a consentire il conseguimento delle finalità per le quali sono raccolti conformemente a quanto previsto dagli obblighi di Legge. </w:t>
      </w:r>
    </w:p>
    <w:p w14:paraId="140C3F5D" w14:textId="77777777" w:rsidR="00B342F2" w:rsidRPr="00223127" w:rsidRDefault="00B342F2" w:rsidP="00B342F2">
      <w:pPr>
        <w:pStyle w:val="Comma"/>
        <w:numPr>
          <w:ilvl w:val="0"/>
          <w:numId w:val="0"/>
        </w:numPr>
        <w:spacing w:after="0"/>
        <w:ind w:left="72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La conservazione dei dati potrà essere attuata mediante la loro memorizzazione su supporto magnetico e/o ottico e/o con conservazione dei documenti cartacei in appositi raccoglitori o cartelle ad accesso controllato.</w:t>
      </w:r>
    </w:p>
    <w:p w14:paraId="34E77C99" w14:textId="77777777" w:rsidR="00B342F2" w:rsidRPr="00223127" w:rsidRDefault="00B342F2" w:rsidP="00B342F2">
      <w:pPr>
        <w:pStyle w:val="Comma"/>
        <w:numPr>
          <w:ilvl w:val="0"/>
          <w:numId w:val="0"/>
        </w:numPr>
        <w:spacing w:after="0"/>
        <w:ind w:left="72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In caso di reclamo e/o ricorso avverso l’esito delle elezioni, è fatta salva l’ulteriore conservazione di tutte le </w:t>
      </w:r>
      <w:proofErr w:type="gramStart"/>
      <w:r w:rsidRPr="00223127">
        <w:rPr>
          <w:rFonts w:ascii="Arial" w:hAnsi="Arial" w:cs="Arial"/>
          <w:sz w:val="24"/>
          <w:szCs w:val="24"/>
        </w:rPr>
        <w:t>predette</w:t>
      </w:r>
      <w:proofErr w:type="gramEnd"/>
      <w:r w:rsidRPr="00223127">
        <w:rPr>
          <w:rFonts w:ascii="Arial" w:hAnsi="Arial" w:cs="Arial"/>
          <w:sz w:val="24"/>
          <w:szCs w:val="24"/>
        </w:rPr>
        <w:t xml:space="preserve"> informazioni per scopi difensivi.  </w:t>
      </w:r>
    </w:p>
    <w:p w14:paraId="2FA3BAB2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 suoi dati personali potranno essere trattati per le suindicate finalità dalle seguenti categorie di soggetti:</w:t>
      </w:r>
    </w:p>
    <w:p w14:paraId="373E1296" w14:textId="77777777"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Soggetti in servizio presso il Ministero dell’istruzione e del merito autorizzati al trattamento dei dati personali e istruiti sugli obblighi derivanti dalla normativa in materia di privacy;</w:t>
      </w:r>
    </w:p>
    <w:p w14:paraId="635BC8C0" w14:textId="77777777"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Commissione Elettorale Centrale;</w:t>
      </w:r>
    </w:p>
    <w:p w14:paraId="533159CC" w14:textId="77777777"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dipendenti e collaboratori autorizzati dei Responsabili (e/o Sub-Responsabili) del trattamento;</w:t>
      </w:r>
    </w:p>
    <w:p w14:paraId="274EBE1A" w14:textId="77777777"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Soggetti a cui la comunicazione dei dati debba essere effettuata in adempimento di un obbligo previsto dalla legge, da un regolamento o dalla normativa comunitaria.</w:t>
      </w:r>
    </w:p>
    <w:p w14:paraId="12DFC0DE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 dati personali trattati non sono oggetto di trasferimento verso Paesi terzi o organizzazioni internazionali al di fuori dell’Unione Europea.</w:t>
      </w:r>
    </w:p>
    <w:p w14:paraId="2CF6BAD3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Non è previsto un processo decisionale automatizzato, neanche per finalità di profilazione, ai sensi degli artt. 13, par. 2, lettera f) del Regolamento (UE) 679/2016.</w:t>
      </w:r>
    </w:p>
    <w:p w14:paraId="1069F0A5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In qualità di interessato Lei può esercitare, alle condizioni e nei limiti di cui al Regolamento UE 2016/679, i diritti previsti dagli articoli 15 e seguenti dello stesso, presentando istanza al Ministero dell’istruzione e del merito, Titolare del trattamento - ai recapiti suindicati.</w:t>
      </w:r>
    </w:p>
    <w:p w14:paraId="4B41A210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Qualora ritenga che il trattamento dei Suoi dati sia avvenuto in modo non conforme al Regolamento UE 679/2016, potrà inoltre rivolgersi all’Autorità di controllo, proponendo reclamo ai sensi dell’art. 77 del citato Regolamento.</w:t>
      </w:r>
    </w:p>
    <w:p w14:paraId="3FEE22AA" w14:textId="77777777" w:rsidR="00703716" w:rsidRPr="00223127" w:rsidRDefault="00703716" w:rsidP="00703716">
      <w:pPr>
        <w:pStyle w:val="Default"/>
        <w:jc w:val="both"/>
        <w:rPr>
          <w:rFonts w:ascii="Arial" w:hAnsi="Arial" w:cs="Arial"/>
          <w:color w:val="auto"/>
        </w:rPr>
      </w:pPr>
    </w:p>
    <w:p w14:paraId="2DB4B072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Data …………</w:t>
      </w:r>
      <w:proofErr w:type="gramStart"/>
      <w:r w:rsidRPr="00223127">
        <w:rPr>
          <w:rFonts w:ascii="Arial" w:hAnsi="Arial" w:cs="Arial"/>
          <w:sz w:val="24"/>
          <w:szCs w:val="24"/>
        </w:rPr>
        <w:t>…….</w:t>
      </w:r>
      <w:proofErr w:type="gramEnd"/>
      <w:r w:rsidRPr="00223127">
        <w:rPr>
          <w:rFonts w:ascii="Arial" w:hAnsi="Arial" w:cs="Arial"/>
          <w:sz w:val="24"/>
          <w:szCs w:val="24"/>
        </w:rPr>
        <w:t>.</w:t>
      </w:r>
    </w:p>
    <w:p w14:paraId="07E1D358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D7586D8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Firma dei sottoscrittori della lista per la presa visione dell’informativa sul trattamento dei dati personali</w:t>
      </w:r>
    </w:p>
    <w:p w14:paraId="20C30F4C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62E8FC7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…………………………..</w:t>
      </w:r>
    </w:p>
    <w:p w14:paraId="734EB5D5" w14:textId="77777777" w:rsidR="00703716" w:rsidRPr="00223127" w:rsidRDefault="00703716" w:rsidP="00703716"/>
    <w:p w14:paraId="2DA2A5FD" w14:textId="77777777" w:rsidR="00703716" w:rsidRPr="00223127" w:rsidRDefault="00703716" w:rsidP="00703716"/>
    <w:p w14:paraId="09FEF923" w14:textId="77777777" w:rsidR="00E5431E" w:rsidRPr="00223127" w:rsidRDefault="00E5431E"/>
    <w:sectPr w:rsidR="00E5431E" w:rsidRPr="00223127" w:rsidSect="00703716">
      <w:pgSz w:w="11910" w:h="16840"/>
      <w:pgMar w:top="136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EMOO H+ Frutiger Nex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77BE6"/>
    <w:multiLevelType w:val="multilevel"/>
    <w:tmpl w:val="F3F6C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630AC"/>
    <w:multiLevelType w:val="multilevel"/>
    <w:tmpl w:val="D410EB5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3EC83389"/>
    <w:multiLevelType w:val="hybridMultilevel"/>
    <w:tmpl w:val="FF9835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E5894"/>
    <w:multiLevelType w:val="hybridMultilevel"/>
    <w:tmpl w:val="F0B629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96069A"/>
    <w:multiLevelType w:val="multilevel"/>
    <w:tmpl w:val="D4567178"/>
    <w:styleLink w:val="LFO3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num w:numId="1" w16cid:durableId="1549950159">
    <w:abstractNumId w:val="4"/>
  </w:num>
  <w:num w:numId="2" w16cid:durableId="1151486835">
    <w:abstractNumId w:val="0"/>
  </w:num>
  <w:num w:numId="3" w16cid:durableId="1222012492">
    <w:abstractNumId w:val="0"/>
    <w:lvlOverride w:ilvl="0">
      <w:startOverride w:val="1"/>
    </w:lvlOverride>
  </w:num>
  <w:num w:numId="4" w16cid:durableId="1901095852">
    <w:abstractNumId w:val="1"/>
  </w:num>
  <w:num w:numId="5" w16cid:durableId="95904068">
    <w:abstractNumId w:val="2"/>
  </w:num>
  <w:num w:numId="6" w16cid:durableId="1772317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16"/>
    <w:rsid w:val="00223127"/>
    <w:rsid w:val="007018C4"/>
    <w:rsid w:val="00703716"/>
    <w:rsid w:val="00AC1019"/>
    <w:rsid w:val="00B342F2"/>
    <w:rsid w:val="00E5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68F6"/>
  <w15:chartTrackingRefBased/>
  <w15:docId w15:val="{3FDDE12C-5F86-4913-9D10-74FE29F2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37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371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03716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03716"/>
    <w:rPr>
      <w:rFonts w:ascii="Calibri" w:eastAsia="Calibri" w:hAnsi="Calibri" w:cs="Calibri"/>
      <w:b/>
      <w:bCs/>
      <w:kern w:val="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703716"/>
    <w:pPr>
      <w:ind w:left="3832" w:right="3389"/>
      <w:jc w:val="center"/>
    </w:pPr>
    <w:rPr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03716"/>
    <w:rPr>
      <w:rFonts w:ascii="Calibri" w:eastAsia="Calibri" w:hAnsi="Calibri" w:cs="Calibri"/>
      <w:kern w:val="0"/>
      <w:sz w:val="28"/>
      <w:szCs w:val="28"/>
      <w14:ligatures w14:val="none"/>
    </w:rPr>
  </w:style>
  <w:style w:type="paragraph" w:styleId="Paragrafoelenco">
    <w:name w:val="List Paragraph"/>
    <w:basedOn w:val="Normale"/>
    <w:uiPriority w:val="34"/>
    <w:qFormat/>
    <w:rsid w:val="00703716"/>
  </w:style>
  <w:style w:type="paragraph" w:customStyle="1" w:styleId="TableParagraph">
    <w:name w:val="Table Paragraph"/>
    <w:basedOn w:val="Normale"/>
    <w:uiPriority w:val="1"/>
    <w:qFormat/>
    <w:rsid w:val="00703716"/>
  </w:style>
  <w:style w:type="character" w:styleId="Collegamentoipertestuale">
    <w:name w:val="Hyperlink"/>
    <w:basedOn w:val="Carpredefinitoparagrafo"/>
    <w:rsid w:val="00703716"/>
    <w:rPr>
      <w:color w:val="0563C1"/>
      <w:u w:val="single"/>
    </w:rPr>
  </w:style>
  <w:style w:type="paragraph" w:customStyle="1" w:styleId="Default">
    <w:name w:val="Default"/>
    <w:rsid w:val="00703716"/>
    <w:pPr>
      <w:autoSpaceDE w:val="0"/>
      <w:autoSpaceDN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  <w14:ligatures w14:val="none"/>
    </w:rPr>
  </w:style>
  <w:style w:type="paragraph" w:customStyle="1" w:styleId="Comma">
    <w:name w:val="Comma"/>
    <w:basedOn w:val="Paragrafoelenco"/>
    <w:link w:val="CommaCarattere"/>
    <w:qFormat/>
    <w:rsid w:val="00703716"/>
    <w:pPr>
      <w:widowControl/>
      <w:numPr>
        <w:numId w:val="1"/>
      </w:numPr>
      <w:autoSpaceDE/>
      <w:spacing w:after="240"/>
      <w:contextualSpacing/>
      <w:jc w:val="both"/>
    </w:pPr>
    <w:rPr>
      <w:rFonts w:cs="Times New Roman"/>
    </w:rPr>
  </w:style>
  <w:style w:type="numbering" w:customStyle="1" w:styleId="LFO3">
    <w:name w:val="LFO3"/>
    <w:basedOn w:val="Nessunelenco"/>
    <w:rsid w:val="00703716"/>
    <w:pPr>
      <w:numPr>
        <w:numId w:val="1"/>
      </w:numPr>
    </w:pPr>
  </w:style>
  <w:style w:type="character" w:customStyle="1" w:styleId="CommaCarattere">
    <w:name w:val="Comma Carattere"/>
    <w:basedOn w:val="Carpredefinitoparagrafo"/>
    <w:link w:val="Comma"/>
    <w:rsid w:val="00B342F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elezionicspi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798</Words>
  <Characters>4554</Characters>
  <Application>Microsoft Office Word</Application>
  <DocSecurity>0</DocSecurity>
  <Lines>37</Lines>
  <Paragraphs>10</Paragraphs>
  <ScaleCrop>false</ScaleCrop>
  <Company>MIUR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Morrone</dc:creator>
  <cp:keywords/>
  <dc:description/>
  <cp:lastModifiedBy>Anna Morrone</cp:lastModifiedBy>
  <cp:revision>7</cp:revision>
  <dcterms:created xsi:type="dcterms:W3CDTF">2023-10-26T11:04:00Z</dcterms:created>
  <dcterms:modified xsi:type="dcterms:W3CDTF">2024-01-03T12:50:00Z</dcterms:modified>
</cp:coreProperties>
</file>